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</w:t>
      </w:r>
      <w:proofErr w:type="spellStart"/>
      <w:r w:rsidR="002A22BF" w:rsidRPr="008B50B1">
        <w:rPr>
          <w:rFonts w:ascii="Corbel" w:hAnsi="Corbel"/>
          <w:bCs/>
          <w:i/>
        </w:rPr>
        <w:t>UR</w:t>
      </w:r>
      <w:proofErr w:type="spellEnd"/>
      <w:r w:rsidR="002A22BF" w:rsidRPr="008B50B1">
        <w:rPr>
          <w:rFonts w:ascii="Corbel" w:hAnsi="Corbel"/>
          <w:bCs/>
          <w:i/>
        </w:rPr>
        <w:t xml:space="preserve">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2F44255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997FDF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68C57ECC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997FDF">
        <w:rPr>
          <w:rFonts w:ascii="Corbel" w:hAnsi="Corbel"/>
          <w:sz w:val="20"/>
          <w:szCs w:val="20"/>
        </w:rPr>
        <w:t>3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997FDF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FF3DD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A3B7251" w:rsidR="0085747A" w:rsidRPr="008B50B1" w:rsidRDefault="004176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B50B1">
        <w:rPr>
          <w:rFonts w:ascii="Corbel" w:hAnsi="Corbel"/>
          <w:sz w:val="24"/>
          <w:szCs w:val="24"/>
        </w:rPr>
        <w:t>ECTS</w:t>
      </w:r>
      <w:proofErr w:type="spellEnd"/>
      <w:r w:rsidRPr="008B50B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B50B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02FCB70" w:rsidR="003823BE" w:rsidRPr="008B50B1" w:rsidRDefault="00FA5F3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B50B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B50B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151569B" w:rsidR="00D45B17" w:rsidRPr="008B50B1" w:rsidRDefault="00FA5F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04CBB51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FA5F3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B50B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B50B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B50B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Grzywacz J. (red.), Finansowe instrumenty pochodne, Oficyna Wydawnicza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SGH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108B" w14:textId="77777777" w:rsidR="008E74A4" w:rsidRDefault="008E74A4" w:rsidP="00C16ABF">
      <w:pPr>
        <w:spacing w:after="0" w:line="240" w:lineRule="auto"/>
      </w:pPr>
      <w:r>
        <w:separator/>
      </w:r>
    </w:p>
  </w:endnote>
  <w:endnote w:type="continuationSeparator" w:id="0">
    <w:p w14:paraId="2C248560" w14:textId="77777777" w:rsidR="008E74A4" w:rsidRDefault="008E74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A2878" w14:textId="77777777" w:rsidR="008E74A4" w:rsidRDefault="008E74A4" w:rsidP="00C16ABF">
      <w:pPr>
        <w:spacing w:after="0" w:line="240" w:lineRule="auto"/>
      </w:pPr>
      <w:r>
        <w:separator/>
      </w:r>
    </w:p>
  </w:footnote>
  <w:footnote w:type="continuationSeparator" w:id="0">
    <w:p w14:paraId="005232D8" w14:textId="77777777" w:rsidR="008E74A4" w:rsidRDefault="008E74A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1F396A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62F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24AB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016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46A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E74A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97F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5F3F"/>
    <w:rsid w:val="00FB599C"/>
    <w:rsid w:val="00FB7DBA"/>
    <w:rsid w:val="00FC1C25"/>
    <w:rsid w:val="00FC3F45"/>
    <w:rsid w:val="00FD24AD"/>
    <w:rsid w:val="00FD503F"/>
    <w:rsid w:val="00FD7589"/>
    <w:rsid w:val="00FF016A"/>
    <w:rsid w:val="00FF0A47"/>
    <w:rsid w:val="00FF1401"/>
    <w:rsid w:val="00FF3DD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84219-8FBA-4CA6-AC71-B638A999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2021-02-01T10:35:00Z</dcterms:created>
  <dcterms:modified xsi:type="dcterms:W3CDTF">2022-02-11T09:22:00Z</dcterms:modified>
</cp:coreProperties>
</file>